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9B" w:rsidRPr="006006A1" w:rsidRDefault="00170600" w:rsidP="000B5028">
      <w:pPr>
        <w:rPr>
          <w:rFonts w:ascii="HGP正楷書体" w:eastAsia="HGP正楷書体"/>
          <w:szCs w:val="21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3.3pt;margin-top:31.85pt;width:162.7pt;height:92.6pt;z-index:251657216" filled="f" stroked="f">
            <v:textbox style="mso-next-textbox:#_x0000_s1044" inset="5.85pt,.7pt,5.85pt,.7pt">
              <w:txbxContent>
                <w:p w:rsidR="00347327" w:rsidRPr="00170600" w:rsidRDefault="005C0AE4" w:rsidP="00347327">
                  <w:pPr>
                    <w:jc w:val="left"/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</w:pPr>
                  <w:r w:rsidRPr="00170600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旧年中はお世話になり</w:t>
                  </w:r>
                </w:p>
                <w:p w:rsidR="00915D57" w:rsidRPr="00170600" w:rsidRDefault="005C0AE4" w:rsidP="00A264E7">
                  <w:pPr>
                    <w:jc w:val="lef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170600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有り難うございました</w:t>
                  </w:r>
                </w:p>
                <w:p w:rsidR="00915D57" w:rsidRPr="00170600" w:rsidRDefault="00915D57" w:rsidP="00347327">
                  <w:pPr>
                    <w:jc w:val="lef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170600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本年もどうぞよろしくお願い致します</w:t>
                  </w:r>
                </w:p>
                <w:p w:rsidR="00A264E7" w:rsidRPr="00170600" w:rsidRDefault="00A264E7" w:rsidP="00A264E7">
                  <w:pPr>
                    <w:jc w:val="left"/>
                    <w:rPr>
                      <w:rFonts w:ascii="ＭＳ ゴシック" w:eastAsia="ＭＳ ゴシック" w:hAnsi="ＭＳ ゴシック" w:hint="eastAsia"/>
                      <w:noProof/>
                      <w:sz w:val="16"/>
                      <w:szCs w:val="16"/>
                    </w:rPr>
                  </w:pPr>
                  <w:r w:rsidRPr="00170600">
                    <w:rPr>
                      <w:rFonts w:ascii="ＭＳ ゴシック" w:eastAsia="ＭＳ ゴシック" w:hAnsi="ＭＳ ゴシック" w:hint="eastAsia"/>
                      <w:noProof/>
                      <w:sz w:val="16"/>
                      <w:szCs w:val="16"/>
                    </w:rPr>
                    <w:t>皆様のご多幸を心より</w:t>
                  </w:r>
                </w:p>
                <w:p w:rsidR="00915D57" w:rsidRPr="00170600" w:rsidRDefault="00A264E7" w:rsidP="00A264E7">
                  <w:pPr>
                    <w:jc w:val="left"/>
                    <w:rPr>
                      <w:rFonts w:ascii="ＭＳ ゴシック" w:eastAsia="ＭＳ ゴシック" w:hAnsi="ＭＳ ゴシック"/>
                      <w:noProof/>
                      <w:sz w:val="16"/>
                      <w:szCs w:val="16"/>
                    </w:rPr>
                  </w:pPr>
                  <w:r w:rsidRPr="00170600">
                    <w:rPr>
                      <w:rFonts w:ascii="ＭＳ ゴシック" w:eastAsia="ＭＳ ゴシック" w:hAnsi="ＭＳ ゴシック" w:hint="eastAsia"/>
                      <w:noProof/>
                      <w:sz w:val="16"/>
                      <w:szCs w:val="16"/>
                    </w:rPr>
                    <w:t>お祈り申し上げます</w:t>
                  </w:r>
                </w:p>
              </w:txbxContent>
            </v:textbox>
            <w10:wrap type="square"/>
          </v:shape>
        </w:pict>
      </w:r>
      <w:r w:rsidR="00A264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0;margin-top:-3.2pt;width:402.5pt;height:271.65pt;z-index:-251657216;mso-position-horizontal:center;mso-position-horizontal-relative:margin;mso-position-vertical:absolute;mso-position-vertical-relative:text;mso-width-relative:page;mso-height-relative:page">
            <v:imagedata r:id="rId7" o:title="トイプードルお散歩"/>
            <w10:wrap anchorx="margin"/>
          </v:shape>
        </w:pict>
      </w:r>
      <w:r w:rsidR="00A264E7">
        <w:rPr>
          <w:rFonts w:ascii="HGP正楷書体" w:eastAsia="HGP正楷書体"/>
          <w:noProof/>
          <w:szCs w:val="21"/>
        </w:rPr>
        <w:pict>
          <v:shape id="_x0000_s1034" type="#_x0000_t202" style="position:absolute;left:0;text-align:left;margin-left:86.05pt;margin-top:220.75pt;width:304.45pt;height:37.8pt;z-index:251656192" filled="f" stroked="f">
            <v:textbox style="mso-next-textbox:#_x0000_s1034" inset="5.85pt,.7pt,5.85pt,.7pt">
              <w:txbxContent>
                <w:p w:rsidR="003D32FB" w:rsidRPr="00B53B16" w:rsidRDefault="003D32FB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〒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111-111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</w:t>
                  </w:r>
                </w:p>
                <w:p w:rsidR="003D32FB" w:rsidRPr="008C0773" w:rsidRDefault="00EA6565" w:rsidP="00A264E7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○○県○○市○○町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</w:rPr>
                    <w:t>１－１－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  <w:r w:rsidR="00A264E7">
                    <w:rPr>
                      <w:rFonts w:ascii="ＭＳ ゴシック" w:eastAsia="ＭＳ ゴシック" w:hAnsi="ＭＳ ゴシック" w:hint="eastAsia"/>
                    </w:rPr>
                    <w:t xml:space="preserve">　　　</w:t>
                  </w: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年賀　太郎</w:t>
                  </w:r>
                  <w:r w:rsidR="008C0773">
                    <w:rPr>
                      <w:rFonts w:ascii="ＭＳ ゴシック" w:eastAsia="ＭＳ ゴシック" w:hAnsi="ＭＳ ゴシック" w:hint="eastAsia"/>
                      <w:sz w:val="24"/>
                    </w:rPr>
                    <w:t>・花子</w:t>
                  </w:r>
                </w:p>
              </w:txbxContent>
            </v:textbox>
          </v:shape>
        </w:pict>
      </w:r>
    </w:p>
    <w:sectPr w:rsidR="005A549B" w:rsidRPr="006006A1" w:rsidSect="008E2D6B">
      <w:pgSz w:w="8392" w:h="5670" w:orient="landscape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6B" w:rsidRDefault="008E2D6B" w:rsidP="008E2D6B">
      <w:r>
        <w:separator/>
      </w:r>
    </w:p>
  </w:endnote>
  <w:endnote w:type="continuationSeparator" w:id="0">
    <w:p w:rsidR="008E2D6B" w:rsidRDefault="008E2D6B" w:rsidP="008E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6B" w:rsidRDefault="008E2D6B" w:rsidP="008E2D6B">
      <w:r>
        <w:separator/>
      </w:r>
    </w:p>
  </w:footnote>
  <w:footnote w:type="continuationSeparator" w:id="0">
    <w:p w:rsidR="008E2D6B" w:rsidRDefault="008E2D6B" w:rsidP="008E2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227"/>
    <w:rsid w:val="00041C03"/>
    <w:rsid w:val="000B5028"/>
    <w:rsid w:val="000C34D7"/>
    <w:rsid w:val="00143CF0"/>
    <w:rsid w:val="00170600"/>
    <w:rsid w:val="001C0EF2"/>
    <w:rsid w:val="0027006E"/>
    <w:rsid w:val="00307602"/>
    <w:rsid w:val="00347327"/>
    <w:rsid w:val="003618FB"/>
    <w:rsid w:val="00377429"/>
    <w:rsid w:val="003D32FB"/>
    <w:rsid w:val="004E6165"/>
    <w:rsid w:val="00517227"/>
    <w:rsid w:val="00517ACD"/>
    <w:rsid w:val="00586347"/>
    <w:rsid w:val="005A549B"/>
    <w:rsid w:val="005C0AE4"/>
    <w:rsid w:val="006006A1"/>
    <w:rsid w:val="00677F1F"/>
    <w:rsid w:val="00691C76"/>
    <w:rsid w:val="006B5494"/>
    <w:rsid w:val="006E2DC4"/>
    <w:rsid w:val="006E7F2D"/>
    <w:rsid w:val="0079274F"/>
    <w:rsid w:val="008C0773"/>
    <w:rsid w:val="008E2D6B"/>
    <w:rsid w:val="00915D57"/>
    <w:rsid w:val="00923521"/>
    <w:rsid w:val="00955925"/>
    <w:rsid w:val="00971320"/>
    <w:rsid w:val="009B23B8"/>
    <w:rsid w:val="00A264E7"/>
    <w:rsid w:val="00B53B16"/>
    <w:rsid w:val="00B9228D"/>
    <w:rsid w:val="00BA450D"/>
    <w:rsid w:val="00BD4773"/>
    <w:rsid w:val="00CA1261"/>
    <w:rsid w:val="00CF07C0"/>
    <w:rsid w:val="00D05AE8"/>
    <w:rsid w:val="00D72C54"/>
    <w:rsid w:val="00D91990"/>
    <w:rsid w:val="00DC6295"/>
    <w:rsid w:val="00E16706"/>
    <w:rsid w:val="00EA6565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7A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D6B"/>
    <w:rPr>
      <w:kern w:val="2"/>
      <w:sz w:val="21"/>
      <w:szCs w:val="24"/>
    </w:rPr>
  </w:style>
  <w:style w:type="paragraph" w:styleId="a6">
    <w:name w:val="footer"/>
    <w:basedOn w:val="a"/>
    <w:link w:val="a7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D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&#65288;&#12459;&#12472;&#12517;&#12450;&#12523;&#65289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年賀状（カジュアル） 1.dot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cp:lastPrinted>2005-04-27T03:18:00Z</cp:lastPrinted>
  <dcterms:created xsi:type="dcterms:W3CDTF">2017-11-16T00:24:00Z</dcterms:created>
  <dcterms:modified xsi:type="dcterms:W3CDTF">2017-11-16T00:36:00Z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TC012245551041</vt:lpwstr>
  </property>
</Properties>
</file>