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1B52D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2B19ED" wp14:editId="5B8E79AE">
                <wp:simplePos x="0" y="0"/>
                <wp:positionH relativeFrom="column">
                  <wp:posOffset>378460</wp:posOffset>
                </wp:positionH>
                <wp:positionV relativeFrom="paragraph">
                  <wp:posOffset>1902460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9.8pt;margin-top:149.8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RKf1QIAAMg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257BD7" wp14:editId="7E0CABE3">
                <wp:simplePos x="0" y="0"/>
                <wp:positionH relativeFrom="column">
                  <wp:posOffset>211455</wp:posOffset>
                </wp:positionH>
                <wp:positionV relativeFrom="paragraph">
                  <wp:posOffset>1118870</wp:posOffset>
                </wp:positionV>
                <wp:extent cx="3093085" cy="59372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6.65pt;margin-top:88.1pt;width:243.55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28000" cy="522216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フレンチブルドッグ寝る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52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84F80"/>
    <w:rsid w:val="001B52D6"/>
    <w:rsid w:val="001E7252"/>
    <w:rsid w:val="00392186"/>
    <w:rsid w:val="003A39C0"/>
    <w:rsid w:val="003C2FB5"/>
    <w:rsid w:val="003C59F4"/>
    <w:rsid w:val="003C7644"/>
    <w:rsid w:val="0055727B"/>
    <w:rsid w:val="00581769"/>
    <w:rsid w:val="005F6617"/>
    <w:rsid w:val="00742C26"/>
    <w:rsid w:val="00845080"/>
    <w:rsid w:val="00870BFF"/>
    <w:rsid w:val="008E56C5"/>
    <w:rsid w:val="00912B37"/>
    <w:rsid w:val="00917613"/>
    <w:rsid w:val="00AD31A7"/>
    <w:rsid w:val="00AF5128"/>
    <w:rsid w:val="00BD6FA0"/>
    <w:rsid w:val="00CA7FB2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2017-08-09T08:54:00Z</dcterms:created>
  <dcterms:modified xsi:type="dcterms:W3CDTF">2017-08-09T08:54:00Z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