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80" w:rsidRDefault="00D4091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F9CFA2" wp14:editId="0A9F25C3">
                <wp:simplePos x="0" y="0"/>
                <wp:positionH relativeFrom="column">
                  <wp:posOffset>707390</wp:posOffset>
                </wp:positionH>
                <wp:positionV relativeFrom="paragraph">
                  <wp:posOffset>4167505</wp:posOffset>
                </wp:positionV>
                <wp:extent cx="2171700" cy="6889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〒111-1111</w:t>
                            </w:r>
                          </w:p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○○県○○市○○町</w:t>
                            </w: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</w:rPr>
                              <w:t>１－１－１</w:t>
                            </w:r>
                          </w:p>
                          <w:p w:rsidR="0055727B" w:rsidRPr="009B23B8" w:rsidRDefault="0055727B" w:rsidP="00EA6565">
                            <w:pPr>
                              <w:spacing w:line="320" w:lineRule="exact"/>
                              <w:ind w:firstLineChars="600" w:firstLine="14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年賀　太郎</w:t>
                            </w:r>
                          </w:p>
                          <w:p w:rsidR="0055727B" w:rsidRPr="00B53B16" w:rsidRDefault="0055727B" w:rsidP="003D32FB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5.7pt;margin-top:328.15pt;width:171pt;height: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bW2AIAAM8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" filled="f" stroked="f">
                <v:textbox inset="5.85pt,.7pt,5.85pt,.7pt">
                  <w:txbxContent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bookmarkStart w:id="1" w:name="_GoBack"/>
                      <w:r w:rsidRPr="00B53B16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〒111-1111</w:t>
                      </w:r>
                    </w:p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○○県○○市○○町</w:t>
                      </w:r>
                      <w:r w:rsidRPr="00B53B16">
                        <w:rPr>
                          <w:rFonts w:ascii="ＭＳ ゴシック" w:eastAsia="ＭＳ ゴシック" w:hAnsi="ＭＳ ゴシック" w:hint="eastAsia"/>
                        </w:rPr>
                        <w:t>１－１－１</w:t>
                      </w:r>
                    </w:p>
                    <w:p w:rsidR="0055727B" w:rsidRPr="009B23B8" w:rsidRDefault="0055727B" w:rsidP="00EA6565">
                      <w:pPr>
                        <w:spacing w:line="320" w:lineRule="exact"/>
                        <w:ind w:firstLineChars="600" w:firstLine="14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年賀　太郎</w:t>
                      </w:r>
                    </w:p>
                    <w:bookmarkEnd w:id="1"/>
                    <w:p w:rsidR="0055727B" w:rsidRPr="00B53B16" w:rsidRDefault="0055727B" w:rsidP="003D32FB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6D86DF" wp14:editId="4CDC128C">
                <wp:simplePos x="0" y="0"/>
                <wp:positionH relativeFrom="column">
                  <wp:posOffset>247015</wp:posOffset>
                </wp:positionH>
                <wp:positionV relativeFrom="paragraph">
                  <wp:posOffset>3543935</wp:posOffset>
                </wp:positionV>
                <wp:extent cx="3093085" cy="723900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旧年中はお世話になり有り難うございました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本年もどうぞよろしくお願い致します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19.45pt;margin-top:279.05pt;width:243.55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" filled="f" stroked="f">
                <v:textbox inset="5.85pt,.7pt,5.85pt,.7pt">
                  <w:txbxContent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旧年中はお世話になり有り難うございました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本年もどうぞよろしくお願い致します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FC7AB1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35560" y="4322445"/>
            <wp:positionH relativeFrom="column">
              <wp:align>center</wp:align>
            </wp:positionH>
            <wp:positionV relativeFrom="page">
              <wp:align>center</wp:align>
            </wp:positionV>
            <wp:extent cx="3528000" cy="522216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お雑煮と柴犬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5222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845080" w:rsidSect="00D4091A">
      <w:pgSz w:w="5670" w:h="8392" w:code="263"/>
      <w:pgMar w:top="57" w:right="57" w:bottom="57" w:left="57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26" w:rsidRDefault="00742C26" w:rsidP="003A39C0">
      <w:r>
        <w:separator/>
      </w:r>
    </w:p>
  </w:endnote>
  <w:endnote w:type="continuationSeparator" w:id="0">
    <w:p w:rsidR="00742C26" w:rsidRDefault="00742C26" w:rsidP="003A3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26" w:rsidRDefault="00742C26" w:rsidP="003A39C0">
      <w:r>
        <w:separator/>
      </w:r>
    </w:p>
  </w:footnote>
  <w:footnote w:type="continuationSeparator" w:id="0">
    <w:p w:rsidR="00742C26" w:rsidRDefault="00742C26" w:rsidP="003A3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C26"/>
    <w:rsid w:val="000B1D68"/>
    <w:rsid w:val="00113697"/>
    <w:rsid w:val="001E7252"/>
    <w:rsid w:val="003A39C0"/>
    <w:rsid w:val="003C2FB5"/>
    <w:rsid w:val="0055727B"/>
    <w:rsid w:val="00581769"/>
    <w:rsid w:val="00742C26"/>
    <w:rsid w:val="00845080"/>
    <w:rsid w:val="008E56C5"/>
    <w:rsid w:val="00912B37"/>
    <w:rsid w:val="00917613"/>
    <w:rsid w:val="00AD31A7"/>
    <w:rsid w:val="00BD6FA0"/>
    <w:rsid w:val="00CA7FB2"/>
    <w:rsid w:val="00D167B2"/>
    <w:rsid w:val="00D4091A"/>
    <w:rsid w:val="00DE6554"/>
    <w:rsid w:val="00E960BC"/>
    <w:rsid w:val="00F61562"/>
    <w:rsid w:val="00F74B98"/>
    <w:rsid w:val="00FC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%20(&#19985;&#24180;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ECBE0E-0CAA-47F2-BCF3-A1FD05F502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年賀状 (丑年).dotx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年賀状 (丑年)</vt:lpstr>
    </vt:vector>
  </TitlesOfParts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年賀状 (丑年)</dc:title>
  <dc:creator/>
  <cp:lastModifiedBy/>
  <cp:revision>1</cp:revision>
  <dcterms:created xsi:type="dcterms:W3CDTF">2017-08-08T06:33:00Z</dcterms:created>
  <dcterms:modified xsi:type="dcterms:W3CDTF">2017-08-08T06:33:00Z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TC102911319990</vt:lpwstr>
  </property>
</Properties>
</file>