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39218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E1E5AC" wp14:editId="0C34AE7C">
                <wp:simplePos x="0" y="0"/>
                <wp:positionH relativeFrom="column">
                  <wp:posOffset>153670</wp:posOffset>
                </wp:positionH>
                <wp:positionV relativeFrom="paragraph">
                  <wp:posOffset>3075940</wp:posOffset>
                </wp:positionV>
                <wp:extent cx="3218180" cy="498475"/>
                <wp:effectExtent l="0" t="0" r="0" b="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186" w:rsidRPr="00392186" w:rsidRDefault="00392186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39218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2.1pt;margin-top:242.2pt;width:253.4pt;height:3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" filled="f" stroked="f">
                <v:textbox inset="5.85pt,.7pt,5.85pt,.7pt">
                  <w:txbxContent>
                    <w:p w:rsidR="00392186" w:rsidRPr="00392186" w:rsidRDefault="00392186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noProof/>
                          <w:sz w:val="28"/>
                          <w:szCs w:val="28"/>
                        </w:rPr>
                      </w:pPr>
                      <w:r w:rsidRPr="00392186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3BDE41" wp14:editId="4FCA6371">
                <wp:simplePos x="0" y="0"/>
                <wp:positionH relativeFrom="column">
                  <wp:posOffset>696595</wp:posOffset>
                </wp:positionH>
                <wp:positionV relativeFrom="paragraph">
                  <wp:posOffset>4243070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54.85pt;margin-top:334.1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+hbgm+EAAAALAQAADwAAAGRycy9kb3du&#10;cmV2LnhtbEyPwU7DMAyG70i8Q2QkbizZxNJRmk4dEiBx2RgIcUxb01Y0TtVkW+HpMSc4/van35+z&#10;9eR6ccQxdJ4MzGcKBFLl644aA68v91crECFaqm3vCQ18YYB1fn6W2bT2J3rG4z42gksopNZAG+OQ&#10;ShmqFp0NMz8g8e7Dj85GjmMj69GeuNz1cqGUls52xBdaO+Bdi9Xn/uAMfHeheNxtN7HcLN8f1O5J&#10;h7dCG3N5MRW3ICJO8Q+GX31Wh5ydSn+gOoies7pJGDWg9WoBgonr5ZwnpYEk0QnIPJP/f8h/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PoW4Jv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5BB3F" wp14:editId="4DFD2785">
                <wp:simplePos x="0" y="0"/>
                <wp:positionH relativeFrom="column">
                  <wp:posOffset>211455</wp:posOffset>
                </wp:positionH>
                <wp:positionV relativeFrom="paragraph">
                  <wp:posOffset>3636010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16.65pt;margin-top:286.3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E3ED3A5" wp14:editId="5B4A3A8E">
            <wp:simplePos x="0" y="0"/>
            <wp:positionH relativeFrom="column">
              <wp:posOffset>635</wp:posOffset>
            </wp:positionH>
            <wp:positionV relativeFrom="page">
              <wp:posOffset>142240</wp:posOffset>
            </wp:positionV>
            <wp:extent cx="3527425" cy="522160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春柴犬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7425" cy="5221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84F80"/>
    <w:rsid w:val="001E7252"/>
    <w:rsid w:val="00392186"/>
    <w:rsid w:val="003A39C0"/>
    <w:rsid w:val="003C2FB5"/>
    <w:rsid w:val="003C7644"/>
    <w:rsid w:val="0055727B"/>
    <w:rsid w:val="00581769"/>
    <w:rsid w:val="005F6617"/>
    <w:rsid w:val="00742C26"/>
    <w:rsid w:val="00845080"/>
    <w:rsid w:val="00870BFF"/>
    <w:rsid w:val="008E56C5"/>
    <w:rsid w:val="00912B37"/>
    <w:rsid w:val="00917613"/>
    <w:rsid w:val="00AD31A7"/>
    <w:rsid w:val="00AF5128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2017-08-08T01:23:00Z</dcterms:created>
  <dcterms:modified xsi:type="dcterms:W3CDTF">2017-08-08T01:23:00Z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