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080" w:rsidRDefault="003C764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FDFE32" wp14:editId="1C0D96E3">
                <wp:simplePos x="0" y="0"/>
                <wp:positionH relativeFrom="column">
                  <wp:posOffset>236220</wp:posOffset>
                </wp:positionH>
                <wp:positionV relativeFrom="paragraph">
                  <wp:posOffset>786130</wp:posOffset>
                </wp:positionV>
                <wp:extent cx="3093085" cy="593725"/>
                <wp:effectExtent l="0" t="0" r="0" b="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3085" cy="593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旧年中はお世話になり有り難うございました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Cs w:val="21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Cs w:val="21"/>
                              </w:rPr>
                              <w:t>本年もどうぞよろしくお願い致します</w:t>
                            </w:r>
                          </w:p>
                          <w:p w:rsidR="0055727B" w:rsidRPr="00B53B16" w:rsidRDefault="0055727B" w:rsidP="00BA450D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noProof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18.6pt;margin-top:61.9pt;width:243.55pt;height:4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" filled="f" stroked="f">
                <v:textbox inset="5.85pt,.7pt,5.85pt,.7pt">
                  <w:txbxContent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旧年中はお世話になり有り難うございました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szCs w:val="21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Cs w:val="21"/>
                        </w:rPr>
                        <w:t>本年もどうぞよろしくお願い致します</w:t>
                      </w:r>
                    </w:p>
                    <w:p w:rsidR="0055727B" w:rsidRPr="00B53B16" w:rsidRDefault="0055727B" w:rsidP="00BA450D">
                      <w:pPr>
                        <w:jc w:val="center"/>
                        <w:rPr>
                          <w:rFonts w:ascii="ＭＳ ゴシック" w:eastAsia="ＭＳ ゴシック" w:hAnsi="ＭＳ ゴシック"/>
                          <w:noProof/>
                          <w:szCs w:val="21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FB74F79" wp14:editId="0670872A">
                <wp:simplePos x="0" y="0"/>
                <wp:positionH relativeFrom="column">
                  <wp:posOffset>696595</wp:posOffset>
                </wp:positionH>
                <wp:positionV relativeFrom="paragraph">
                  <wp:posOffset>4410075</wp:posOffset>
                </wp:positionV>
                <wp:extent cx="2171700" cy="688975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688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  <w:sz w:val="16"/>
                                <w:szCs w:val="16"/>
                              </w:rPr>
                            </w:pP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  <w:sz w:val="16"/>
                                <w:szCs w:val="16"/>
                              </w:rPr>
                              <w:t>〒111-1111</w:t>
                            </w:r>
                          </w:p>
                          <w:p w:rsidR="0055727B" w:rsidRPr="00B53B16" w:rsidRDefault="0055727B" w:rsidP="00EA6565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○○県○○市○○町</w:t>
                            </w:r>
                            <w:r w:rsidRPr="00B53B16">
                              <w:rPr>
                                <w:rFonts w:ascii="ＭＳ ゴシック" w:eastAsia="ＭＳ ゴシック" w:hAnsi="ＭＳ ゴシック" w:hint="eastAsia"/>
                              </w:rPr>
                              <w:t>１－１－１</w:t>
                            </w:r>
                          </w:p>
                          <w:p w:rsidR="0055727B" w:rsidRPr="009B23B8" w:rsidRDefault="0055727B" w:rsidP="00EA6565">
                            <w:pPr>
                              <w:spacing w:line="320" w:lineRule="exact"/>
                              <w:ind w:firstLineChars="600" w:firstLine="1440"/>
                              <w:rPr>
                                <w:rFonts w:ascii="ＭＳ ゴシック" w:eastAsia="ＭＳ ゴシック" w:hAnsi="ＭＳ ゴシック"/>
                                <w:sz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</w:rPr>
                              <w:t>年賀　太郎</w:t>
                            </w:r>
                          </w:p>
                          <w:p w:rsidR="0055727B" w:rsidRPr="00B53B16" w:rsidRDefault="0055727B" w:rsidP="003D32FB">
                            <w:pPr>
                              <w:spacing w:line="320" w:lineRule="exact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left:0;text-align:left;margin-left:54.85pt;margin-top:347.25pt;width:171pt;height:54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" filled="f" stroked="f">
                <v:textbox inset="5.85pt,.7pt,5.85pt,.7pt">
                  <w:txbxContent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  <w:sz w:val="16"/>
                          <w:szCs w:val="16"/>
                        </w:rPr>
                      </w:pPr>
                      <w:r w:rsidRPr="00B53B16">
                        <w:rPr>
                          <w:rFonts w:ascii="ＭＳ ゴシック" w:eastAsia="ＭＳ ゴシック" w:hAnsi="ＭＳ ゴシック" w:hint="eastAsia"/>
                          <w:sz w:val="16"/>
                          <w:szCs w:val="16"/>
                        </w:rPr>
                        <w:t>〒111-1111</w:t>
                      </w:r>
                    </w:p>
                    <w:p w:rsidR="0055727B" w:rsidRPr="00B53B16" w:rsidRDefault="0055727B" w:rsidP="00EA6565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</w:rPr>
                        <w:t>○○県○○市○○町</w:t>
                      </w:r>
                      <w:r w:rsidRPr="00B53B16">
                        <w:rPr>
                          <w:rFonts w:ascii="ＭＳ ゴシック" w:eastAsia="ＭＳ ゴシック" w:hAnsi="ＭＳ ゴシック" w:hint="eastAsia"/>
                        </w:rPr>
                        <w:t>１－１－１</w:t>
                      </w:r>
                    </w:p>
                    <w:p w:rsidR="0055727B" w:rsidRPr="009B23B8" w:rsidRDefault="0055727B" w:rsidP="00EA6565">
                      <w:pPr>
                        <w:spacing w:line="320" w:lineRule="exact"/>
                        <w:ind w:firstLineChars="600" w:firstLine="1440"/>
                        <w:rPr>
                          <w:rFonts w:ascii="ＭＳ ゴシック" w:eastAsia="ＭＳ ゴシック" w:hAnsi="ＭＳ ゴシック"/>
                          <w:sz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</w:rPr>
                        <w:t>年賀　太郎</w:t>
                      </w:r>
                    </w:p>
                    <w:p w:rsidR="0055727B" w:rsidRPr="00B53B16" w:rsidRDefault="0055727B" w:rsidP="003D32FB">
                      <w:pPr>
                        <w:spacing w:line="320" w:lineRule="exact"/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align>center</wp:align>
            </wp:positionH>
            <wp:positionV relativeFrom="page">
              <wp:align>center</wp:align>
            </wp:positionV>
            <wp:extent cx="3528000" cy="522216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パグ年賀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8000" cy="52221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45080" w:rsidSect="00D4091A">
      <w:pgSz w:w="5670" w:h="8392" w:code="263"/>
      <w:pgMar w:top="57" w:right="57" w:bottom="57" w:left="57" w:header="851" w:footer="992" w:gutter="0"/>
      <w:cols w:space="425"/>
      <w:vAlign w:val="center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C26" w:rsidRDefault="00742C26" w:rsidP="003A39C0">
      <w:r>
        <w:separator/>
      </w:r>
    </w:p>
  </w:endnote>
  <w:endnote w:type="continuationSeparator" w:id="0">
    <w:p w:rsidR="00742C26" w:rsidRDefault="00742C26" w:rsidP="003A3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C26" w:rsidRDefault="00742C26" w:rsidP="003A39C0">
      <w:r>
        <w:separator/>
      </w:r>
    </w:p>
  </w:footnote>
  <w:footnote w:type="continuationSeparator" w:id="0">
    <w:p w:rsidR="00742C26" w:rsidRDefault="00742C26" w:rsidP="003A3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bordersDoNotSurroundHeader/>
  <w:bordersDoNotSurroundFooter/>
  <w:proofState w:spelling="clean" w:grammar="clean"/>
  <w:attachedTemplate r:id="rId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C26"/>
    <w:rsid w:val="000B1D68"/>
    <w:rsid w:val="00113697"/>
    <w:rsid w:val="00184F80"/>
    <w:rsid w:val="001E7252"/>
    <w:rsid w:val="003A39C0"/>
    <w:rsid w:val="003C2FB5"/>
    <w:rsid w:val="003C7644"/>
    <w:rsid w:val="0055727B"/>
    <w:rsid w:val="00581769"/>
    <w:rsid w:val="005F6617"/>
    <w:rsid w:val="00742C26"/>
    <w:rsid w:val="00845080"/>
    <w:rsid w:val="008E56C5"/>
    <w:rsid w:val="00912B37"/>
    <w:rsid w:val="00917613"/>
    <w:rsid w:val="00AD31A7"/>
    <w:rsid w:val="00AF5128"/>
    <w:rsid w:val="00BD6FA0"/>
    <w:rsid w:val="00CA7FB2"/>
    <w:rsid w:val="00D167B2"/>
    <w:rsid w:val="00D4091A"/>
    <w:rsid w:val="00DE6554"/>
    <w:rsid w:val="00E960BC"/>
    <w:rsid w:val="00F61562"/>
    <w:rsid w:val="00F74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A39C0"/>
  </w:style>
  <w:style w:type="paragraph" w:styleId="a5">
    <w:name w:val="footer"/>
    <w:basedOn w:val="a"/>
    <w:link w:val="a6"/>
    <w:uiPriority w:val="99"/>
    <w:unhideWhenUsed/>
    <w:rsid w:val="003A3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A39C0"/>
  </w:style>
  <w:style w:type="paragraph" w:styleId="a7">
    <w:name w:val="Balloon Text"/>
    <w:basedOn w:val="a"/>
    <w:link w:val="a8"/>
    <w:uiPriority w:val="99"/>
    <w:semiHidden/>
    <w:unhideWhenUsed/>
    <w:rsid w:val="003A39C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A39C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youko\AppData\Roaming\Microsoft\Templates\&#24180;&#36032;&#29366;%20(&#19985;&#24180;)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6ECBE0E-0CAA-47F2-BCF3-A1FD05F502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年賀状 (丑年).dotx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年賀状 (丑年)</vt:lpstr>
    </vt:vector>
  </TitlesOfParts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年賀状 (丑年)</dc:title>
  <dc:creator/>
  <cp:lastModifiedBy/>
  <cp:revision>1</cp:revision>
  <dcterms:created xsi:type="dcterms:W3CDTF">2017-08-07T06:39:00Z</dcterms:created>
  <dcterms:modified xsi:type="dcterms:W3CDTF">2017-08-07T06:39:00Z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TC102911319990</vt:lpwstr>
  </property>
</Properties>
</file>