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5F661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D38D27" wp14:editId="20DB0708">
                <wp:simplePos x="0" y="0"/>
                <wp:positionH relativeFrom="column">
                  <wp:posOffset>236220</wp:posOffset>
                </wp:positionH>
                <wp:positionV relativeFrom="paragraph">
                  <wp:posOffset>3447415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.6pt;margin-top:271.45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2596C" wp14:editId="703D4D83">
                <wp:simplePos x="0" y="0"/>
                <wp:positionH relativeFrom="column">
                  <wp:posOffset>695325</wp:posOffset>
                </wp:positionH>
                <wp:positionV relativeFrom="paragraph">
                  <wp:posOffset>4063365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54.75pt;margin-top:319.9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e9g7AuEAAAALAQAADwAAAGRycy9kb3du&#10;cmV2LnhtbEyPwU6DQBCG7ya+w2ZMvNmlCliQpaEmauLFWo3xuLAjENlZwm5b9OkdT3r8Z778802x&#10;nu0gDjj53pGC5SICgdQ401Or4PXl7mIFwgdNRg+OUMEXeliXpyeFzo070jMedqEVXEI+1wq6EMZc&#10;St90aLVfuBGJdx9usjpwnFppJn3kcjvIyyhKpdU98YVOj3jbYfO521sF372vHrZPm1Bvkvf7aPuY&#10;+rcqVer8bK5uQAScwx8Mv/qsDiU71W5PxouBc5QljCpIr7IMBBNxsuRJreA6XsUgy0L+/6H8AQ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HvYOwL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F5128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戌年の縁起物リー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84F80"/>
    <w:rsid w:val="001E7252"/>
    <w:rsid w:val="003A39C0"/>
    <w:rsid w:val="003C2FB5"/>
    <w:rsid w:val="0055727B"/>
    <w:rsid w:val="00581769"/>
    <w:rsid w:val="005F6617"/>
    <w:rsid w:val="00742C26"/>
    <w:rsid w:val="00845080"/>
    <w:rsid w:val="008E56C5"/>
    <w:rsid w:val="00912B37"/>
    <w:rsid w:val="00917613"/>
    <w:rsid w:val="00AD31A7"/>
    <w:rsid w:val="00AF5128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2017-08-06T23:22:00Z</dcterms:created>
  <dcterms:modified xsi:type="dcterms:W3CDTF">2017-08-06T23:25:00Z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