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D4091A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F9CFA2" wp14:editId="0A9F25C3">
                <wp:simplePos x="0" y="0"/>
                <wp:positionH relativeFrom="column">
                  <wp:posOffset>707390</wp:posOffset>
                </wp:positionH>
                <wp:positionV relativeFrom="paragraph">
                  <wp:posOffset>4167505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bookmarkEnd w:id="0"/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5.7pt;margin-top:328.1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NiahduEAAAALAQAADwAAAGRycy9kb3du&#10;cmV2LnhtbEyPwU6DQBCG7ya+w2ZMvNkFC2uDLA01URMvrdUYjwuMQGRnCbtt0ad3POnxn/nyzzf5&#10;eraDOOLke0ca4kUEAql2TU+thteX+6sVCB8MNWZwhBq+0MO6OD/LTda4Ez3jcR9awSXkM6OhC2HM&#10;pPR1h9b4hRuRePfhJmsCx6mVzWROXG4HeR1FSlrTE1/ozIh3Hdaf+4PV8N378nG33YRqk74/RLsn&#10;5d9KpfXlxVzeggg4hz8YfvVZHQp2qtyBGi8GznGcMKpBpWoJgokkXfKk0nCjkhXIIpf/fyh+AA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DYmoXbhAAAACw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bookmarkStart w:id="1" w:name="_GoBack"/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bookmarkEnd w:id="1"/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6D86DF" wp14:editId="4CDC128C">
                <wp:simplePos x="0" y="0"/>
                <wp:positionH relativeFrom="column">
                  <wp:posOffset>247015</wp:posOffset>
                </wp:positionH>
                <wp:positionV relativeFrom="paragraph">
                  <wp:posOffset>3543935</wp:posOffset>
                </wp:positionV>
                <wp:extent cx="3093085" cy="723900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9.45pt;margin-top:279.05pt;width:243.5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31C0502A" wp14:editId="39D023CA">
            <wp:simplePos x="0" y="0"/>
            <wp:positionH relativeFrom="page">
              <wp:posOffset>104775</wp:posOffset>
            </wp:positionH>
            <wp:positionV relativeFrom="page">
              <wp:posOffset>90170</wp:posOffset>
            </wp:positionV>
            <wp:extent cx="3384550" cy="5008880"/>
            <wp:effectExtent l="0" t="0" r="635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柴犬のおめでとう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550" cy="5008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E7252"/>
    <w:rsid w:val="003A39C0"/>
    <w:rsid w:val="003C2FB5"/>
    <w:rsid w:val="0055727B"/>
    <w:rsid w:val="00581769"/>
    <w:rsid w:val="00742C26"/>
    <w:rsid w:val="00845080"/>
    <w:rsid w:val="008E56C5"/>
    <w:rsid w:val="00912B37"/>
    <w:rsid w:val="00917613"/>
    <w:rsid w:val="00AD31A7"/>
    <w:rsid w:val="00BD6FA0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2017-08-03T00:49:00Z</dcterms:created>
  <dcterms:modified xsi:type="dcterms:W3CDTF">2017-08-03T00:49:00Z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