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080" w:rsidRDefault="000B1D68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C29524F" wp14:editId="784765EE">
                <wp:simplePos x="0" y="0"/>
                <wp:positionH relativeFrom="column">
                  <wp:posOffset>164465</wp:posOffset>
                </wp:positionH>
                <wp:positionV relativeFrom="paragraph">
                  <wp:posOffset>1225550</wp:posOffset>
                </wp:positionV>
                <wp:extent cx="3093085" cy="723900"/>
                <wp:effectExtent l="0" t="0" r="0" b="0"/>
                <wp:wrapSquare wrapText="bothSides"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3085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727B" w:rsidRPr="00B53B16" w:rsidRDefault="0055727B" w:rsidP="00BA450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旧年中はお世話になり有り難うございました</w:t>
                            </w:r>
                          </w:p>
                          <w:p w:rsidR="0055727B" w:rsidRPr="00B53B16" w:rsidRDefault="0055727B" w:rsidP="00BA450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  <w:r w:rsidRPr="00B53B16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本年もどうぞよろしくお願い致します</w:t>
                            </w:r>
                          </w:p>
                          <w:p w:rsidR="0055727B" w:rsidRPr="00B53B16" w:rsidRDefault="0055727B" w:rsidP="00BA450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noProof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2.95pt;margin-top:96.5pt;width:243.55pt;height:5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" filled="f" stroked="f">
                <v:textbox inset="5.85pt,.7pt,5.85pt,.7pt">
                  <w:txbxContent>
                    <w:p w:rsidR="0055727B" w:rsidRPr="00B53B16" w:rsidRDefault="0055727B" w:rsidP="00BA450D">
                      <w:pPr>
                        <w:jc w:val="center"/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旧年中はお世話になり有り難うございました</w:t>
                      </w:r>
                    </w:p>
                    <w:p w:rsidR="0055727B" w:rsidRPr="00B53B16" w:rsidRDefault="0055727B" w:rsidP="00BA450D">
                      <w:pPr>
                        <w:jc w:val="center"/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  <w:r w:rsidRPr="00B53B16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本年もどうぞよろしくお願い致します</w:t>
                      </w:r>
                    </w:p>
                    <w:p w:rsidR="0055727B" w:rsidRPr="00B53B16" w:rsidRDefault="0055727B" w:rsidP="00BA450D">
                      <w:pPr>
                        <w:jc w:val="center"/>
                        <w:rPr>
                          <w:rFonts w:ascii="ＭＳ ゴシック" w:eastAsia="ＭＳ ゴシック" w:hAnsi="ＭＳ ゴシック"/>
                          <w:noProof/>
                          <w:szCs w:val="21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BAF560A" wp14:editId="2084A7E2">
                <wp:simplePos x="0" y="0"/>
                <wp:positionH relativeFrom="column">
                  <wp:posOffset>631190</wp:posOffset>
                </wp:positionH>
                <wp:positionV relativeFrom="paragraph">
                  <wp:posOffset>4173855</wp:posOffset>
                </wp:positionV>
                <wp:extent cx="2171700" cy="688975"/>
                <wp:effectExtent l="0" t="0" r="0" b="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688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727B" w:rsidRPr="00B53B16" w:rsidRDefault="0055727B" w:rsidP="00EA6565">
                            <w:pPr>
                              <w:spacing w:line="320" w:lineRule="exact"/>
                              <w:rPr>
                                <w:rFonts w:ascii="ＭＳ ゴシック" w:eastAsia="ＭＳ ゴシック" w:hAnsi="ＭＳ ゴシック"/>
                                <w:sz w:val="16"/>
                                <w:szCs w:val="16"/>
                              </w:rPr>
                            </w:pPr>
                            <w:r w:rsidRPr="00B53B16">
                              <w:rPr>
                                <w:rFonts w:ascii="ＭＳ ゴシック" w:eastAsia="ＭＳ ゴシック" w:hAnsi="ＭＳ ゴシック" w:hint="eastAsia"/>
                                <w:sz w:val="16"/>
                                <w:szCs w:val="16"/>
                              </w:rPr>
                              <w:t>〒111-1111</w:t>
                            </w:r>
                          </w:p>
                          <w:p w:rsidR="0055727B" w:rsidRPr="00B53B16" w:rsidRDefault="0055727B" w:rsidP="00EA6565">
                            <w:pPr>
                              <w:spacing w:line="320" w:lineRule="exac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○○県○○市○○町</w:t>
                            </w:r>
                            <w:r w:rsidRPr="00B53B16">
                              <w:rPr>
                                <w:rFonts w:ascii="ＭＳ ゴシック" w:eastAsia="ＭＳ ゴシック" w:hAnsi="ＭＳ ゴシック" w:hint="eastAsia"/>
                              </w:rPr>
                              <w:t>１－１－１</w:t>
                            </w:r>
                          </w:p>
                          <w:p w:rsidR="0055727B" w:rsidRPr="009B23B8" w:rsidRDefault="0055727B" w:rsidP="00EA6565">
                            <w:pPr>
                              <w:spacing w:line="320" w:lineRule="exact"/>
                              <w:ind w:firstLineChars="600" w:firstLine="1440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年賀　太郎</w:t>
                            </w:r>
                          </w:p>
                          <w:p w:rsidR="0055727B" w:rsidRPr="00B53B16" w:rsidRDefault="0055727B" w:rsidP="003D32FB">
                            <w:pPr>
                              <w:spacing w:line="320" w:lineRule="exac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3" o:spid="_x0000_s1027" type="#_x0000_t202" style="position:absolute;left:0;text-align:left;margin-left:49.7pt;margin-top:328.65pt;width:171pt;height:54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" filled="f" stroked="f">
                <v:textbox inset="5.85pt,.7pt,5.85pt,.7pt">
                  <w:txbxContent>
                    <w:p w:rsidR="0055727B" w:rsidRPr="00B53B16" w:rsidRDefault="0055727B" w:rsidP="00EA6565">
                      <w:pPr>
                        <w:spacing w:line="320" w:lineRule="exact"/>
                        <w:rPr>
                          <w:rFonts w:ascii="ＭＳ ゴシック" w:eastAsia="ＭＳ ゴシック" w:hAnsi="ＭＳ ゴシック"/>
                          <w:sz w:val="16"/>
                          <w:szCs w:val="16"/>
                        </w:rPr>
                      </w:pPr>
                      <w:r w:rsidRPr="00B53B16">
                        <w:rPr>
                          <w:rFonts w:ascii="ＭＳ ゴシック" w:eastAsia="ＭＳ ゴシック" w:hAnsi="ＭＳ ゴシック" w:hint="eastAsia"/>
                          <w:sz w:val="16"/>
                          <w:szCs w:val="16"/>
                        </w:rPr>
                        <w:t>〒111-1111</w:t>
                      </w:r>
                    </w:p>
                    <w:p w:rsidR="0055727B" w:rsidRPr="00B53B16" w:rsidRDefault="0055727B" w:rsidP="00EA6565">
                      <w:pPr>
                        <w:spacing w:line="320" w:lineRule="exact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○○県○○市○○町</w:t>
                      </w:r>
                      <w:r w:rsidRPr="00B53B16">
                        <w:rPr>
                          <w:rFonts w:ascii="ＭＳ ゴシック" w:eastAsia="ＭＳ ゴシック" w:hAnsi="ＭＳ ゴシック" w:hint="eastAsia"/>
                        </w:rPr>
                        <w:t>１－１－１</w:t>
                      </w:r>
                    </w:p>
                    <w:p w:rsidR="0055727B" w:rsidRPr="009B23B8" w:rsidRDefault="0055727B" w:rsidP="00EA6565">
                      <w:pPr>
                        <w:spacing w:line="320" w:lineRule="exact"/>
                        <w:ind w:firstLineChars="600" w:firstLine="1440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年賀　太郎</w:t>
                      </w:r>
                    </w:p>
                    <w:p w:rsidR="0055727B" w:rsidRPr="00B53B16" w:rsidRDefault="0055727B" w:rsidP="003D32FB">
                      <w:pPr>
                        <w:spacing w:line="320" w:lineRule="exact"/>
                        <w:rPr>
                          <w:rFonts w:ascii="ＭＳ ゴシック" w:eastAsia="ＭＳ ゴシック" w:hAnsi="ＭＳ 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4384" behindDoc="1" locked="0" layoutInCell="1" allowOverlap="1" wp14:anchorId="34BB6E2D" wp14:editId="157E7769">
            <wp:simplePos x="0" y="0"/>
            <wp:positionH relativeFrom="column">
              <wp:posOffset>-3175</wp:posOffset>
            </wp:positionH>
            <wp:positionV relativeFrom="page">
              <wp:posOffset>56515</wp:posOffset>
            </wp:positionV>
            <wp:extent cx="3384550" cy="5008245"/>
            <wp:effectExtent l="0" t="0" r="6350" b="1905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コーギー年賀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4550" cy="50082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45080" w:rsidSect="00AD31A7">
      <w:pgSz w:w="5670" w:h="8392" w:code="263"/>
      <w:pgMar w:top="170" w:right="170" w:bottom="170" w:left="170" w:header="851" w:footer="992" w:gutter="0"/>
      <w:cols w:space="425"/>
      <w:vAlign w:val="center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C26" w:rsidRDefault="00742C26" w:rsidP="003A39C0">
      <w:r>
        <w:separator/>
      </w:r>
    </w:p>
  </w:endnote>
  <w:endnote w:type="continuationSeparator" w:id="0">
    <w:p w:rsidR="00742C26" w:rsidRDefault="00742C26" w:rsidP="003A3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C26" w:rsidRDefault="00742C26" w:rsidP="003A39C0">
      <w:r>
        <w:separator/>
      </w:r>
    </w:p>
  </w:footnote>
  <w:footnote w:type="continuationSeparator" w:id="0">
    <w:p w:rsidR="00742C26" w:rsidRDefault="00742C26" w:rsidP="003A39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removeDateAndTime/>
  <w:bordersDoNotSurroundHeader/>
  <w:bordersDoNotSurroundFooter/>
  <w:proofState w:spelling="clean" w:grammar="clean"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C26"/>
    <w:rsid w:val="000B1D68"/>
    <w:rsid w:val="00113697"/>
    <w:rsid w:val="001E7252"/>
    <w:rsid w:val="003A39C0"/>
    <w:rsid w:val="003C2FB5"/>
    <w:rsid w:val="0055727B"/>
    <w:rsid w:val="00581769"/>
    <w:rsid w:val="00742C26"/>
    <w:rsid w:val="00845080"/>
    <w:rsid w:val="008E56C5"/>
    <w:rsid w:val="00912B37"/>
    <w:rsid w:val="00917613"/>
    <w:rsid w:val="00AD31A7"/>
    <w:rsid w:val="00BD6FA0"/>
    <w:rsid w:val="00CA7FB2"/>
    <w:rsid w:val="00D167B2"/>
    <w:rsid w:val="00DE6554"/>
    <w:rsid w:val="00E960BC"/>
    <w:rsid w:val="00F61562"/>
    <w:rsid w:val="00F74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39C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A39C0"/>
  </w:style>
  <w:style w:type="paragraph" w:styleId="a5">
    <w:name w:val="footer"/>
    <w:basedOn w:val="a"/>
    <w:link w:val="a6"/>
    <w:uiPriority w:val="99"/>
    <w:unhideWhenUsed/>
    <w:rsid w:val="003A39C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A39C0"/>
  </w:style>
  <w:style w:type="paragraph" w:styleId="a7">
    <w:name w:val="Balloon Text"/>
    <w:basedOn w:val="a"/>
    <w:link w:val="a8"/>
    <w:uiPriority w:val="99"/>
    <w:semiHidden/>
    <w:unhideWhenUsed/>
    <w:rsid w:val="003A39C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A39C0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39C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A39C0"/>
  </w:style>
  <w:style w:type="paragraph" w:styleId="a5">
    <w:name w:val="footer"/>
    <w:basedOn w:val="a"/>
    <w:link w:val="a6"/>
    <w:uiPriority w:val="99"/>
    <w:unhideWhenUsed/>
    <w:rsid w:val="003A39C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A39C0"/>
  </w:style>
  <w:style w:type="paragraph" w:styleId="a7">
    <w:name w:val="Balloon Text"/>
    <w:basedOn w:val="a"/>
    <w:link w:val="a8"/>
    <w:uiPriority w:val="99"/>
    <w:semiHidden/>
    <w:unhideWhenUsed/>
    <w:rsid w:val="003A39C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A39C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ouko\AppData\Roaming\Microsoft\Templates\&#24180;&#36032;&#29366;%20(&#19985;&#24180;)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06ECBE0E-0CAA-47F2-BCF3-A1FD05F502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年賀状 (丑年).dotx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年賀状 (丑年)</vt:lpstr>
    </vt:vector>
  </TitlesOfParts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年賀状 (丑年)</dc:title>
  <dc:creator/>
  <cp:lastModifiedBy/>
  <cp:revision>1</cp:revision>
  <dcterms:created xsi:type="dcterms:W3CDTF">2017-08-01T10:34:00Z</dcterms:created>
  <dcterms:modified xsi:type="dcterms:W3CDTF">2017-08-01T10:34:00Z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TC102911319990</vt:lpwstr>
  </property>
</Properties>
</file>