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80" w:rsidRDefault="00AD31A7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2C63B0" wp14:editId="5FF91859">
                <wp:simplePos x="0" y="0"/>
                <wp:positionH relativeFrom="column">
                  <wp:posOffset>631190</wp:posOffset>
                </wp:positionH>
                <wp:positionV relativeFrom="paragraph">
                  <wp:posOffset>3639820</wp:posOffset>
                </wp:positionV>
                <wp:extent cx="2171700" cy="6889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〒111-1111</w:t>
                            </w:r>
                          </w:p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○○県○○市○○町</w:t>
                            </w: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</w:rPr>
                              <w:t>１－１－１</w:t>
                            </w:r>
                          </w:p>
                          <w:p w:rsidR="0055727B" w:rsidRPr="009B23B8" w:rsidRDefault="0055727B" w:rsidP="00EA6565">
                            <w:pPr>
                              <w:spacing w:line="320" w:lineRule="exact"/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年賀　太郎</w:t>
                            </w:r>
                          </w:p>
                          <w:p w:rsidR="0055727B" w:rsidRPr="00B53B16" w:rsidRDefault="0055727B" w:rsidP="003D32FB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49.7pt;margin-top:286.6pt;width:171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RKf1QIAAMg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" filled="f" stroked="f">
                <v:textbox inset="5.85pt,.7pt,5.85pt,.7pt">
                  <w:txbxContent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〒111-1111</w:t>
                      </w:r>
                    </w:p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○○県○○市○○町</w:t>
                      </w:r>
                      <w:r w:rsidRPr="00B53B16">
                        <w:rPr>
                          <w:rFonts w:ascii="ＭＳ ゴシック" w:eastAsia="ＭＳ ゴシック" w:hAnsi="ＭＳ ゴシック" w:hint="eastAsia"/>
                        </w:rPr>
                        <w:t>１－１－１</w:t>
                      </w:r>
                    </w:p>
                    <w:p w:rsidR="0055727B" w:rsidRPr="009B23B8" w:rsidRDefault="0055727B" w:rsidP="00EA6565">
                      <w:pPr>
                        <w:spacing w:line="320" w:lineRule="exact"/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年賀　太郎</w:t>
                      </w:r>
                    </w:p>
                    <w:p w:rsidR="0055727B" w:rsidRPr="00B53B16" w:rsidRDefault="0055727B" w:rsidP="003D32FB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2FA792" wp14:editId="6D3C3792">
                <wp:simplePos x="0" y="0"/>
                <wp:positionH relativeFrom="column">
                  <wp:posOffset>165100</wp:posOffset>
                </wp:positionH>
                <wp:positionV relativeFrom="paragraph">
                  <wp:posOffset>2811145</wp:posOffset>
                </wp:positionV>
                <wp:extent cx="3093085" cy="1056640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1056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31A7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旧年中はお世話になり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有り難うございました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本年もどうぞよろしくお願い致します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4" o:spid="_x0000_s1027" type="#_x0000_t202" style="position:absolute;left:0;text-align:left;margin-left:13pt;margin-top:221.35pt;width:243.55pt;height:8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" filled="f" stroked="f">
                <v:textbox inset="5.85pt,.7pt,5.85pt,.7pt">
                  <w:txbxContent>
                    <w:p w:rsidR="00AD31A7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旧年中はお世話になり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有り難うございました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本年もどうぞよろしくお願い致します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64384" behindDoc="1" locked="0" layoutInCell="1" allowOverlap="1" wp14:anchorId="3A2CCA56" wp14:editId="635B071A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384720" cy="5010120"/>
            <wp:effectExtent l="0" t="0" r="635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フレブル年賀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4720" cy="5010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45080" w:rsidSect="00AD31A7">
      <w:pgSz w:w="5670" w:h="8392" w:code="263"/>
      <w:pgMar w:top="170" w:right="170" w:bottom="170" w:left="170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26" w:rsidRDefault="00742C26" w:rsidP="003A39C0">
      <w:r>
        <w:separator/>
      </w:r>
    </w:p>
  </w:endnote>
  <w:endnote w:type="continuationSeparator" w:id="0">
    <w:p w:rsidR="00742C26" w:rsidRDefault="00742C26" w:rsidP="003A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26" w:rsidRDefault="00742C26" w:rsidP="003A39C0">
      <w:r>
        <w:separator/>
      </w:r>
    </w:p>
  </w:footnote>
  <w:footnote w:type="continuationSeparator" w:id="0">
    <w:p w:rsidR="00742C26" w:rsidRDefault="00742C26" w:rsidP="003A3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6"/>
    <w:rsid w:val="00113697"/>
    <w:rsid w:val="001E7252"/>
    <w:rsid w:val="003A39C0"/>
    <w:rsid w:val="003C2FB5"/>
    <w:rsid w:val="0055727B"/>
    <w:rsid w:val="00581769"/>
    <w:rsid w:val="00742C26"/>
    <w:rsid w:val="00845080"/>
    <w:rsid w:val="008E56C5"/>
    <w:rsid w:val="00912B37"/>
    <w:rsid w:val="00917613"/>
    <w:rsid w:val="00AD31A7"/>
    <w:rsid w:val="00BD6FA0"/>
    <w:rsid w:val="00CA7FB2"/>
    <w:rsid w:val="00D167B2"/>
    <w:rsid w:val="00DE6554"/>
    <w:rsid w:val="00E960BC"/>
    <w:rsid w:val="00F61562"/>
    <w:rsid w:val="00F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%20(&#19985;&#2418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ECBE0E-0CAA-47F2-BCF3-A1FD05F50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年賀状 (丑年).dotx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年賀状 (丑年)</vt:lpstr>
    </vt:vector>
  </TitlesOfParts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年賀状 (丑年)</dc:title>
  <dc:creator/>
  <cp:lastModifiedBy/>
  <cp:revision>1</cp:revision>
  <dcterms:created xsi:type="dcterms:W3CDTF">2017-08-01T07:01:00Z</dcterms:created>
  <dcterms:modified xsi:type="dcterms:W3CDTF">2017-08-01T07:01:00Z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TC102911319990</vt:lpwstr>
  </property>
</Properties>
</file>