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49B" w:rsidRPr="006006A1" w:rsidRDefault="008E2D6B" w:rsidP="000B5028">
      <w:pPr>
        <w:rPr>
          <w:rFonts w:ascii="HGP正楷書体" w:eastAsia="HGP正楷書体"/>
          <w:szCs w:val="21"/>
        </w:rPr>
      </w:pPr>
      <w:bookmarkStart w:id="0" w:name="_GoBack"/>
      <w:bookmarkEnd w:id="0"/>
      <w:r>
        <w:rPr>
          <w:rFonts w:ascii="HGP正楷書体" w:eastAsia="HGP正楷書体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23.9pt;margin-top:209.75pt;width:171pt;height:54.25pt;z-index:251656192" filled="f" stroked="f">
            <v:textbox style="mso-next-textbox:#_x0000_s1034" inset="5.85pt,.7pt,5.85pt,.7pt">
              <w:txbxContent>
                <w:p w:rsidR="003D32FB" w:rsidRPr="00B53B16" w:rsidRDefault="003D32FB" w:rsidP="00EA6565">
                  <w:pPr>
                    <w:spacing w:line="320" w:lineRule="exact"/>
                    <w:rPr>
                      <w:rFonts w:ascii="ＭＳ ゴシック" w:eastAsia="ＭＳ ゴシック" w:hAnsi="ＭＳ ゴシック"/>
                      <w:sz w:val="16"/>
                      <w:szCs w:val="16"/>
                    </w:rPr>
                  </w:pPr>
                  <w:r w:rsidRPr="00B53B16"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  <w:t>〒</w:t>
                  </w:r>
                  <w:r w:rsidR="00691C76" w:rsidRPr="00B53B16"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  <w:t>111-111</w:t>
                  </w:r>
                  <w:r w:rsidR="009B23B8" w:rsidRPr="00B53B16"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  <w:t>1</w:t>
                  </w:r>
                </w:p>
                <w:p w:rsidR="003D32FB" w:rsidRPr="00B53B16" w:rsidRDefault="00EA6565" w:rsidP="00EA6565">
                  <w:pPr>
                    <w:spacing w:line="320" w:lineRule="exact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○○県○○市○○町</w:t>
                  </w:r>
                  <w:r w:rsidR="00691C76" w:rsidRPr="00B53B16">
                    <w:rPr>
                      <w:rFonts w:ascii="ＭＳ ゴシック" w:eastAsia="ＭＳ ゴシック" w:hAnsi="ＭＳ ゴシック" w:hint="eastAsia"/>
                    </w:rPr>
                    <w:t>１－１－</w:t>
                  </w:r>
                  <w:r w:rsidR="009B23B8" w:rsidRPr="00B53B16">
                    <w:rPr>
                      <w:rFonts w:ascii="ＭＳ ゴシック" w:eastAsia="ＭＳ ゴシック" w:hAnsi="ＭＳ ゴシック" w:hint="eastAsia"/>
                    </w:rPr>
                    <w:t>１</w:t>
                  </w:r>
                </w:p>
                <w:p w:rsidR="003D32FB" w:rsidRPr="009B23B8" w:rsidRDefault="00EA6565" w:rsidP="00EA6565">
                  <w:pPr>
                    <w:spacing w:line="320" w:lineRule="exact"/>
                    <w:ind w:firstLineChars="600" w:firstLine="1440"/>
                    <w:rPr>
                      <w:rFonts w:ascii="ＭＳ ゴシック" w:eastAsia="ＭＳ ゴシック" w:hAnsi="ＭＳ ゴシック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4"/>
                    </w:rPr>
                    <w:t>年賀　太郎</w:t>
                  </w:r>
                </w:p>
                <w:p w:rsidR="003D32FB" w:rsidRPr="00B53B16" w:rsidRDefault="003D32FB" w:rsidP="003D32FB">
                  <w:pPr>
                    <w:spacing w:line="320" w:lineRule="exact"/>
                    <w:rPr>
                      <w:rFonts w:ascii="ＭＳ ゴシック" w:eastAsia="ＭＳ ゴシック" w:hAnsi="ＭＳ ゴシック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left:0;text-align:left;margin-left:77.6pt;margin-top:167.4pt;width:243.55pt;height:44.6pt;z-index:251657216" filled="f" stroked="f">
            <v:textbox style="mso-next-textbox:#_x0000_s1044" inset="5.85pt,.7pt,5.85pt,.7pt">
              <w:txbxContent>
                <w:p w:rsidR="00915D57" w:rsidRPr="00B53B16" w:rsidRDefault="005C0AE4" w:rsidP="00BA450D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旧年中はお世話になり有り難うございました</w:t>
                  </w:r>
                </w:p>
                <w:p w:rsidR="00915D57" w:rsidRPr="00B53B16" w:rsidRDefault="00915D57" w:rsidP="00BA450D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53B16">
                    <w:rPr>
                      <w:rFonts w:ascii="ＭＳ ゴシック" w:eastAsia="ＭＳ ゴシック" w:hAnsi="ＭＳ ゴシック" w:hint="eastAsia"/>
                      <w:szCs w:val="21"/>
                    </w:rPr>
                    <w:t>本年もどうぞよろしくお願い致します</w:t>
                  </w:r>
                </w:p>
                <w:p w:rsidR="00915D57" w:rsidRPr="00B53B16" w:rsidRDefault="00915D57" w:rsidP="00BA450D">
                  <w:pPr>
                    <w:jc w:val="center"/>
                    <w:rPr>
                      <w:rFonts w:ascii="ＭＳ ゴシック" w:eastAsia="ＭＳ ゴシック" w:hAnsi="ＭＳ ゴシック"/>
                      <w:noProof/>
                      <w:szCs w:val="21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9" type="#_x0000_t75" style="position:absolute;left:0;text-align:left;margin-left:-8.3pt;margin-top:-8.5pt;width:418.9pt;height:283.25pt;z-index:-251657216;mso-position-horizontal-relative:text;mso-position-vertical-relative:text">
            <v:imagedata r:id="rId7" o:title="椿南天ＲＧＢ"/>
          </v:shape>
        </w:pict>
      </w:r>
    </w:p>
    <w:sectPr w:rsidR="005A549B" w:rsidRPr="006006A1" w:rsidSect="008E2D6B">
      <w:pgSz w:w="8392" w:h="5670" w:orient="landscape" w:code="263"/>
      <w:pgMar w:top="170" w:right="170" w:bottom="170" w:left="17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D6B" w:rsidRDefault="008E2D6B" w:rsidP="008E2D6B">
      <w:r>
        <w:separator/>
      </w:r>
    </w:p>
  </w:endnote>
  <w:endnote w:type="continuationSeparator" w:id="0">
    <w:p w:rsidR="008E2D6B" w:rsidRDefault="008E2D6B" w:rsidP="008E2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正楷書体">
    <w:altName w:val="ＭＳ Ｐ明朝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D6B" w:rsidRDefault="008E2D6B" w:rsidP="008E2D6B">
      <w:r>
        <w:separator/>
      </w:r>
    </w:p>
  </w:footnote>
  <w:footnote w:type="continuationSeparator" w:id="0">
    <w:p w:rsidR="008E2D6B" w:rsidRDefault="008E2D6B" w:rsidP="008E2D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227"/>
    <w:rsid w:val="000B5028"/>
    <w:rsid w:val="000C34D7"/>
    <w:rsid w:val="00143CF0"/>
    <w:rsid w:val="001C0EF2"/>
    <w:rsid w:val="0027006E"/>
    <w:rsid w:val="00307602"/>
    <w:rsid w:val="003618FB"/>
    <w:rsid w:val="00377429"/>
    <w:rsid w:val="003D32FB"/>
    <w:rsid w:val="004E6165"/>
    <w:rsid w:val="00517227"/>
    <w:rsid w:val="00517ACD"/>
    <w:rsid w:val="00586347"/>
    <w:rsid w:val="005A549B"/>
    <w:rsid w:val="005C0AE4"/>
    <w:rsid w:val="006006A1"/>
    <w:rsid w:val="00677F1F"/>
    <w:rsid w:val="00691C76"/>
    <w:rsid w:val="006B5494"/>
    <w:rsid w:val="006E2DC4"/>
    <w:rsid w:val="006E7F2D"/>
    <w:rsid w:val="0079274F"/>
    <w:rsid w:val="008E2D6B"/>
    <w:rsid w:val="00915D57"/>
    <w:rsid w:val="00923521"/>
    <w:rsid w:val="00955925"/>
    <w:rsid w:val="00971320"/>
    <w:rsid w:val="009B23B8"/>
    <w:rsid w:val="00B53B16"/>
    <w:rsid w:val="00B9228D"/>
    <w:rsid w:val="00BA450D"/>
    <w:rsid w:val="00BD4773"/>
    <w:rsid w:val="00CA1261"/>
    <w:rsid w:val="00CF07C0"/>
    <w:rsid w:val="00D05AE8"/>
    <w:rsid w:val="00D72C54"/>
    <w:rsid w:val="00D91990"/>
    <w:rsid w:val="00E16706"/>
    <w:rsid w:val="00EA6565"/>
    <w:rsid w:val="00FE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17AC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8E2D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E2D6B"/>
    <w:rPr>
      <w:kern w:val="2"/>
      <w:sz w:val="21"/>
      <w:szCs w:val="24"/>
    </w:rPr>
  </w:style>
  <w:style w:type="paragraph" w:styleId="a6">
    <w:name w:val="footer"/>
    <w:basedOn w:val="a"/>
    <w:link w:val="a7"/>
    <w:rsid w:val="008E2D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8E2D6B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ko\AppData\Roaming\Microsoft\Templates\&#24180;&#36032;&#29366;&#65288;&#12459;&#12472;&#12517;&#12450;&#12523;&#65289;%201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年賀状（カジュアル） 1.dot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3</cp:revision>
  <cp:lastPrinted>2005-04-27T03:18:00Z</cp:lastPrinted>
  <dcterms:created xsi:type="dcterms:W3CDTF">2017-07-28T08:26:00Z</dcterms:created>
  <dcterms:modified xsi:type="dcterms:W3CDTF">2017-07-28T09:17:00Z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TC012245551041</vt:lpwstr>
  </property>
</Properties>
</file>