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080" w:rsidRDefault="0055727B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1312" behindDoc="1" locked="0" layoutInCell="1" allowOverlap="1" wp14:anchorId="4AB6882B" wp14:editId="5792BEEC">
            <wp:simplePos x="0" y="0"/>
            <wp:positionH relativeFrom="column">
              <wp:align>center</wp:align>
            </wp:positionH>
            <wp:positionV relativeFrom="page">
              <wp:posOffset>232410</wp:posOffset>
            </wp:positionV>
            <wp:extent cx="3301365" cy="4882515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ﾄｲﾌﾟｰ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1560" cy="4882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70F2892" wp14:editId="3B9421AF">
                <wp:simplePos x="0" y="0"/>
                <wp:positionH relativeFrom="column">
                  <wp:posOffset>631190</wp:posOffset>
                </wp:positionH>
                <wp:positionV relativeFrom="paragraph">
                  <wp:posOffset>4162425</wp:posOffset>
                </wp:positionV>
                <wp:extent cx="2171700" cy="688975"/>
                <wp:effectExtent l="0" t="0" r="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688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727B" w:rsidRPr="00B53B16" w:rsidRDefault="0055727B" w:rsidP="00EA6565">
                            <w:pPr>
                              <w:spacing w:line="320" w:lineRule="exact"/>
                              <w:rPr>
                                <w:rFonts w:ascii="ＭＳ ゴシック" w:eastAsia="ＭＳ ゴシック" w:hAnsi="ＭＳ ゴシック"/>
                                <w:sz w:val="16"/>
                                <w:szCs w:val="16"/>
                              </w:rPr>
                            </w:pPr>
                            <w:r w:rsidRPr="00B53B16">
                              <w:rPr>
                                <w:rFonts w:ascii="ＭＳ ゴシック" w:eastAsia="ＭＳ ゴシック" w:hAnsi="ＭＳ ゴシック" w:hint="eastAsia"/>
                                <w:sz w:val="16"/>
                                <w:szCs w:val="16"/>
                              </w:rPr>
                              <w:t>〒111-1111</w:t>
                            </w:r>
                          </w:p>
                          <w:p w:rsidR="0055727B" w:rsidRPr="00B53B16" w:rsidRDefault="0055727B" w:rsidP="00EA6565">
                            <w:pPr>
                              <w:spacing w:line="320" w:lineRule="exac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○○県○○市○○町</w:t>
                            </w:r>
                            <w:r w:rsidRPr="00B53B16">
                              <w:rPr>
                                <w:rFonts w:ascii="ＭＳ ゴシック" w:eastAsia="ＭＳ ゴシック" w:hAnsi="ＭＳ ゴシック" w:hint="eastAsia"/>
                              </w:rPr>
                              <w:t>１－１－１</w:t>
                            </w:r>
                          </w:p>
                          <w:p w:rsidR="0055727B" w:rsidRPr="009B23B8" w:rsidRDefault="0055727B" w:rsidP="00EA6565">
                            <w:pPr>
                              <w:spacing w:line="320" w:lineRule="exact"/>
                              <w:ind w:firstLineChars="600" w:firstLine="1440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年賀　太郎</w:t>
                            </w:r>
                          </w:p>
                          <w:p w:rsidR="0055727B" w:rsidRPr="00B53B16" w:rsidRDefault="0055727B" w:rsidP="003D32FB">
                            <w:pPr>
                              <w:spacing w:line="320" w:lineRule="exac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49.7pt;margin-top:327.75pt;width:171pt;height:54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" filled="f" stroked="f">
                <v:textbox inset="5.85pt,.7pt,5.85pt,.7pt">
                  <w:txbxContent>
                    <w:p w:rsidR="0055727B" w:rsidRPr="00B53B16" w:rsidRDefault="0055727B" w:rsidP="00EA6565">
                      <w:pPr>
                        <w:spacing w:line="320" w:lineRule="exact"/>
                        <w:rPr>
                          <w:rFonts w:ascii="ＭＳ ゴシック" w:eastAsia="ＭＳ ゴシック" w:hAnsi="ＭＳ ゴシック"/>
                          <w:sz w:val="16"/>
                          <w:szCs w:val="16"/>
                        </w:rPr>
                      </w:pPr>
                      <w:r w:rsidRPr="00B53B16">
                        <w:rPr>
                          <w:rFonts w:ascii="ＭＳ ゴシック" w:eastAsia="ＭＳ ゴシック" w:hAnsi="ＭＳ ゴシック" w:hint="eastAsia"/>
                          <w:sz w:val="16"/>
                          <w:szCs w:val="16"/>
                        </w:rPr>
                        <w:t>〒111-1111</w:t>
                      </w:r>
                    </w:p>
                    <w:p w:rsidR="0055727B" w:rsidRPr="00B53B16" w:rsidRDefault="0055727B" w:rsidP="00EA6565">
                      <w:pPr>
                        <w:spacing w:line="320" w:lineRule="exact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○○県○○市○○町</w:t>
                      </w:r>
                      <w:r w:rsidRPr="00B53B16">
                        <w:rPr>
                          <w:rFonts w:ascii="ＭＳ ゴシック" w:eastAsia="ＭＳ ゴシック" w:hAnsi="ＭＳ ゴシック" w:hint="eastAsia"/>
                        </w:rPr>
                        <w:t>１－１－１</w:t>
                      </w:r>
                    </w:p>
                    <w:p w:rsidR="0055727B" w:rsidRPr="009B23B8" w:rsidRDefault="0055727B" w:rsidP="00EA6565">
                      <w:pPr>
                        <w:spacing w:line="320" w:lineRule="exact"/>
                        <w:ind w:firstLineChars="600" w:firstLine="1440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年賀　太郎</w:t>
                      </w:r>
                    </w:p>
                    <w:p w:rsidR="0055727B" w:rsidRPr="00B53B16" w:rsidRDefault="0055727B" w:rsidP="003D32FB">
                      <w:pPr>
                        <w:spacing w:line="320" w:lineRule="exact"/>
                        <w:rPr>
                          <w:rFonts w:ascii="ＭＳ ゴシック" w:eastAsia="ＭＳ ゴシック" w:hAnsi="ＭＳ 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CDD1CB4" wp14:editId="09A2EEF9">
                <wp:simplePos x="0" y="0"/>
                <wp:positionH relativeFrom="column">
                  <wp:posOffset>170815</wp:posOffset>
                </wp:positionH>
                <wp:positionV relativeFrom="paragraph">
                  <wp:posOffset>3382010</wp:posOffset>
                </wp:positionV>
                <wp:extent cx="3093085" cy="566420"/>
                <wp:effectExtent l="0" t="0" r="0" b="5080"/>
                <wp:wrapSquare wrapText="bothSides"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3085" cy="566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727B" w:rsidRPr="00B53B16" w:rsidRDefault="0055727B" w:rsidP="00BA450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旧年中はお世話になり有り難うございました</w:t>
                            </w:r>
                          </w:p>
                          <w:p w:rsidR="0055727B" w:rsidRPr="00B53B16" w:rsidRDefault="0055727B" w:rsidP="00BA450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  <w:r w:rsidRPr="00B53B16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本年もどうぞよろしくお願い致します</w:t>
                            </w:r>
                          </w:p>
                          <w:p w:rsidR="0055727B" w:rsidRPr="00B53B16" w:rsidRDefault="0055727B" w:rsidP="00BA450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noProof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" o:spid="_x0000_s1027" type="#_x0000_t202" style="position:absolute;left:0;text-align:left;margin-left:13.45pt;margin-top:266.3pt;width:243.55pt;height:44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" filled="f" stroked="f">
                <v:textbox inset="5.85pt,.7pt,5.85pt,.7pt">
                  <w:txbxContent>
                    <w:p w:rsidR="0055727B" w:rsidRPr="00B53B16" w:rsidRDefault="0055727B" w:rsidP="00BA450D">
                      <w:pPr>
                        <w:jc w:val="center"/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旧年中はお世話になり有り難うございました</w:t>
                      </w:r>
                    </w:p>
                    <w:p w:rsidR="0055727B" w:rsidRPr="00B53B16" w:rsidRDefault="0055727B" w:rsidP="00BA450D">
                      <w:pPr>
                        <w:jc w:val="center"/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  <w:r w:rsidRPr="00B53B16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本年もどうぞよろしくお願い致します</w:t>
                      </w:r>
                    </w:p>
                    <w:p w:rsidR="0055727B" w:rsidRPr="00B53B16" w:rsidRDefault="0055727B" w:rsidP="00BA450D">
                      <w:pPr>
                        <w:jc w:val="center"/>
                        <w:rPr>
                          <w:rFonts w:ascii="ＭＳ ゴシック" w:eastAsia="ＭＳ ゴシック" w:hAnsi="ＭＳ ゴシック"/>
                          <w:noProof/>
                          <w:szCs w:val="21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845080" w:rsidSect="0055727B">
      <w:pgSz w:w="5670" w:h="8392" w:code="263"/>
      <w:pgMar w:top="170" w:right="170" w:bottom="170" w:left="170" w:header="851" w:footer="992" w:gutter="0"/>
      <w:cols w:space="425"/>
      <w:vAlign w:val="center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C26" w:rsidRDefault="00742C26" w:rsidP="003A39C0">
      <w:r>
        <w:separator/>
      </w:r>
    </w:p>
  </w:endnote>
  <w:endnote w:type="continuationSeparator" w:id="0">
    <w:p w:rsidR="00742C26" w:rsidRDefault="00742C26" w:rsidP="003A3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C26" w:rsidRDefault="00742C26" w:rsidP="003A39C0">
      <w:r>
        <w:separator/>
      </w:r>
    </w:p>
  </w:footnote>
  <w:footnote w:type="continuationSeparator" w:id="0">
    <w:p w:rsidR="00742C26" w:rsidRDefault="00742C26" w:rsidP="003A39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C26"/>
    <w:rsid w:val="00113697"/>
    <w:rsid w:val="001E7252"/>
    <w:rsid w:val="003A39C0"/>
    <w:rsid w:val="003C2FB5"/>
    <w:rsid w:val="0055727B"/>
    <w:rsid w:val="00581769"/>
    <w:rsid w:val="00742C26"/>
    <w:rsid w:val="00845080"/>
    <w:rsid w:val="00912B37"/>
    <w:rsid w:val="00917613"/>
    <w:rsid w:val="00BD6FA0"/>
    <w:rsid w:val="00CA7FB2"/>
    <w:rsid w:val="00D167B2"/>
    <w:rsid w:val="00DE6554"/>
    <w:rsid w:val="00E960BC"/>
    <w:rsid w:val="00F61562"/>
    <w:rsid w:val="00F74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A39C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3A39C0"/>
  </w:style>
  <w:style w:type="paragraph" w:styleId="a5">
    <w:name w:val="footer"/>
    <w:basedOn w:val="a"/>
    <w:link w:val="a6"/>
    <w:uiPriority w:val="99"/>
    <w:semiHidden/>
    <w:unhideWhenUsed/>
    <w:rsid w:val="003A39C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3A39C0"/>
  </w:style>
  <w:style w:type="paragraph" w:styleId="a7">
    <w:name w:val="Balloon Text"/>
    <w:basedOn w:val="a"/>
    <w:link w:val="a8"/>
    <w:uiPriority w:val="99"/>
    <w:semiHidden/>
    <w:unhideWhenUsed/>
    <w:rsid w:val="003A39C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A39C0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A39C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3A39C0"/>
  </w:style>
  <w:style w:type="paragraph" w:styleId="a5">
    <w:name w:val="footer"/>
    <w:basedOn w:val="a"/>
    <w:link w:val="a6"/>
    <w:uiPriority w:val="99"/>
    <w:semiHidden/>
    <w:unhideWhenUsed/>
    <w:rsid w:val="003A39C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3A39C0"/>
  </w:style>
  <w:style w:type="paragraph" w:styleId="a7">
    <w:name w:val="Balloon Text"/>
    <w:basedOn w:val="a"/>
    <w:link w:val="a8"/>
    <w:uiPriority w:val="99"/>
    <w:semiHidden/>
    <w:unhideWhenUsed/>
    <w:rsid w:val="003A39C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A39C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ouko\AppData\Roaming\Microsoft\Templates\&#24180;&#36032;&#29366;%20(&#19985;&#24180;)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06ECBE0E-0CAA-47F2-BCF3-A1FD05F502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年賀状 (丑年).dotx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年賀状 (丑年)</vt:lpstr>
    </vt:vector>
  </TitlesOfParts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年賀状 (丑年)</dc:title>
  <dc:creator/>
  <cp:lastModifiedBy/>
  <cp:revision>1</cp:revision>
  <dcterms:created xsi:type="dcterms:W3CDTF">2017-07-28T09:14:00Z</dcterms:created>
  <dcterms:modified xsi:type="dcterms:W3CDTF">2017-07-28T09:17:00Z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TC102911319990</vt:lpwstr>
  </property>
</Properties>
</file>